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51FED16" w14:textId="77777777" w:rsidTr="00F862D6">
        <w:tc>
          <w:tcPr>
            <w:tcW w:w="1020" w:type="dxa"/>
          </w:tcPr>
          <w:p w14:paraId="5526510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4E8BCCA" wp14:editId="065F7341">
                      <wp:simplePos x="0" y="0"/>
                      <wp:positionH relativeFrom="page">
                        <wp:posOffset>2796540</wp:posOffset>
                      </wp:positionH>
                      <wp:positionV relativeFrom="page">
                        <wp:posOffset>97155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35F08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E8BC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0.2pt;margin-top:7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9EWFZ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7E35F08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9FF06BB" w14:textId="77777777" w:rsidR="00F64786" w:rsidRDefault="00F64786" w:rsidP="0077673A"/>
        </w:tc>
        <w:tc>
          <w:tcPr>
            <w:tcW w:w="823" w:type="dxa"/>
          </w:tcPr>
          <w:p w14:paraId="07B20C94" w14:textId="77777777" w:rsidR="00F64786" w:rsidRDefault="00F64786" w:rsidP="0077673A"/>
        </w:tc>
        <w:tc>
          <w:tcPr>
            <w:tcW w:w="3685" w:type="dxa"/>
          </w:tcPr>
          <w:p w14:paraId="549938AB" w14:textId="77777777" w:rsidR="00F64786" w:rsidRDefault="00F64786" w:rsidP="0077673A"/>
        </w:tc>
      </w:tr>
      <w:tr w:rsidR="00F862D6" w14:paraId="3EAC212F" w14:textId="77777777" w:rsidTr="00596C7E">
        <w:tc>
          <w:tcPr>
            <w:tcW w:w="1020" w:type="dxa"/>
          </w:tcPr>
          <w:p w14:paraId="04D72D3A" w14:textId="77777777" w:rsidR="00F862D6" w:rsidRDefault="00F862D6" w:rsidP="0077673A"/>
        </w:tc>
        <w:tc>
          <w:tcPr>
            <w:tcW w:w="2552" w:type="dxa"/>
          </w:tcPr>
          <w:p w14:paraId="4DEEC171" w14:textId="77777777" w:rsidR="00F862D6" w:rsidRDefault="00F862D6" w:rsidP="00764595"/>
        </w:tc>
        <w:tc>
          <w:tcPr>
            <w:tcW w:w="823" w:type="dxa"/>
          </w:tcPr>
          <w:p w14:paraId="5B7FEECE" w14:textId="77777777" w:rsidR="00F862D6" w:rsidRDefault="00F862D6" w:rsidP="0077673A"/>
        </w:tc>
        <w:tc>
          <w:tcPr>
            <w:tcW w:w="3685" w:type="dxa"/>
            <w:vMerge w:val="restart"/>
          </w:tcPr>
          <w:p w14:paraId="55F93E1C" w14:textId="77777777" w:rsidR="00596C7E" w:rsidRDefault="00596C7E" w:rsidP="00596C7E">
            <w:pPr>
              <w:rPr>
                <w:rStyle w:val="Potovnadresa"/>
              </w:rPr>
            </w:pPr>
          </w:p>
          <w:p w14:paraId="55D099E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C3646" w14:paraId="2D2BF4A6" w14:textId="77777777" w:rsidTr="00F862D6">
        <w:tc>
          <w:tcPr>
            <w:tcW w:w="1020" w:type="dxa"/>
          </w:tcPr>
          <w:p w14:paraId="6C81D6BF" w14:textId="13016941" w:rsidR="00EC3646" w:rsidRPr="003E6B9A" w:rsidRDefault="00EC3646" w:rsidP="00EC3646">
            <w:r w:rsidRPr="00381A51">
              <w:t>Naše zn.</w:t>
            </w:r>
          </w:p>
        </w:tc>
        <w:tc>
          <w:tcPr>
            <w:tcW w:w="2552" w:type="dxa"/>
          </w:tcPr>
          <w:p w14:paraId="4C1852F3" w14:textId="5F207D20" w:rsidR="00EC3646" w:rsidRPr="003E6B9A" w:rsidRDefault="007F7085" w:rsidP="00EC3646">
            <w:r>
              <w:t>7405</w:t>
            </w:r>
            <w:r w:rsidR="00EC3646" w:rsidRPr="00381A51">
              <w:t>/2021-SŽ-SSV-Ú3</w:t>
            </w:r>
          </w:p>
        </w:tc>
        <w:tc>
          <w:tcPr>
            <w:tcW w:w="823" w:type="dxa"/>
          </w:tcPr>
          <w:p w14:paraId="5C330DF7" w14:textId="77777777" w:rsidR="00EC3646" w:rsidRDefault="00EC3646" w:rsidP="00EC3646"/>
        </w:tc>
        <w:tc>
          <w:tcPr>
            <w:tcW w:w="3685" w:type="dxa"/>
            <w:vMerge/>
          </w:tcPr>
          <w:p w14:paraId="2DABA6D5" w14:textId="77777777" w:rsidR="00EC3646" w:rsidRDefault="00EC3646" w:rsidP="00EC3646"/>
        </w:tc>
      </w:tr>
      <w:tr w:rsidR="00EC3646" w14:paraId="725C3E05" w14:textId="77777777" w:rsidTr="00F862D6">
        <w:tc>
          <w:tcPr>
            <w:tcW w:w="1020" w:type="dxa"/>
          </w:tcPr>
          <w:p w14:paraId="0A5551C9" w14:textId="01204C28" w:rsidR="00EC3646" w:rsidRDefault="00EC3646" w:rsidP="00EC3646">
            <w:r w:rsidRPr="00381A51">
              <w:t>Listů/příloh</w:t>
            </w:r>
          </w:p>
        </w:tc>
        <w:tc>
          <w:tcPr>
            <w:tcW w:w="2552" w:type="dxa"/>
          </w:tcPr>
          <w:p w14:paraId="062F3875" w14:textId="2498E1EC" w:rsidR="00EC3646" w:rsidRPr="003E6B9A" w:rsidRDefault="00707E16" w:rsidP="00EC3646">
            <w:r>
              <w:t>3/2</w:t>
            </w:r>
            <w:bookmarkStart w:id="0" w:name="_GoBack"/>
            <w:bookmarkEnd w:id="0"/>
          </w:p>
        </w:tc>
        <w:tc>
          <w:tcPr>
            <w:tcW w:w="823" w:type="dxa"/>
          </w:tcPr>
          <w:p w14:paraId="5C9588F7" w14:textId="77777777" w:rsidR="00EC3646" w:rsidRDefault="00EC3646" w:rsidP="00EC3646"/>
        </w:tc>
        <w:tc>
          <w:tcPr>
            <w:tcW w:w="3685" w:type="dxa"/>
            <w:vMerge/>
          </w:tcPr>
          <w:p w14:paraId="6FB448DD" w14:textId="77777777" w:rsidR="00EC3646" w:rsidRDefault="00EC3646" w:rsidP="00EC3646">
            <w:pPr>
              <w:rPr>
                <w:noProof/>
              </w:rPr>
            </w:pPr>
          </w:p>
        </w:tc>
      </w:tr>
      <w:tr w:rsidR="00EC3646" w14:paraId="41ED793E" w14:textId="77777777" w:rsidTr="00B23CA3">
        <w:trPr>
          <w:trHeight w:val="77"/>
        </w:trPr>
        <w:tc>
          <w:tcPr>
            <w:tcW w:w="1020" w:type="dxa"/>
          </w:tcPr>
          <w:p w14:paraId="57C429D8" w14:textId="77777777" w:rsidR="00EC3646" w:rsidRDefault="00EC3646" w:rsidP="00EC3646"/>
        </w:tc>
        <w:tc>
          <w:tcPr>
            <w:tcW w:w="2552" w:type="dxa"/>
          </w:tcPr>
          <w:p w14:paraId="1B863031" w14:textId="77777777" w:rsidR="00EC3646" w:rsidRPr="003E6B9A" w:rsidRDefault="00EC3646" w:rsidP="00EC3646"/>
        </w:tc>
        <w:tc>
          <w:tcPr>
            <w:tcW w:w="823" w:type="dxa"/>
          </w:tcPr>
          <w:p w14:paraId="05F390C9" w14:textId="77777777" w:rsidR="00EC3646" w:rsidRDefault="00EC3646" w:rsidP="00EC3646"/>
        </w:tc>
        <w:tc>
          <w:tcPr>
            <w:tcW w:w="3685" w:type="dxa"/>
            <w:vMerge/>
          </w:tcPr>
          <w:p w14:paraId="6C061F59" w14:textId="77777777" w:rsidR="00EC3646" w:rsidRDefault="00EC3646" w:rsidP="00EC3646"/>
        </w:tc>
      </w:tr>
      <w:tr w:rsidR="00EC3646" w14:paraId="2307102A" w14:textId="77777777" w:rsidTr="00F862D6">
        <w:tc>
          <w:tcPr>
            <w:tcW w:w="1020" w:type="dxa"/>
          </w:tcPr>
          <w:p w14:paraId="4E51062E" w14:textId="36C36ED0" w:rsidR="00EC3646" w:rsidRDefault="00EC3646" w:rsidP="00EC3646">
            <w:r w:rsidRPr="00381A51">
              <w:t>Vyřizuje</w:t>
            </w:r>
          </w:p>
        </w:tc>
        <w:tc>
          <w:tcPr>
            <w:tcW w:w="2552" w:type="dxa"/>
          </w:tcPr>
          <w:p w14:paraId="1566F791" w14:textId="027EE800" w:rsidR="00EC3646" w:rsidRPr="003E6B9A" w:rsidRDefault="00EC3646" w:rsidP="00EC3646">
            <w:r w:rsidRPr="00381A51">
              <w:t>JUDr. Jaroslav Klimeš</w:t>
            </w:r>
          </w:p>
        </w:tc>
        <w:tc>
          <w:tcPr>
            <w:tcW w:w="823" w:type="dxa"/>
          </w:tcPr>
          <w:p w14:paraId="2A343BE3" w14:textId="77777777" w:rsidR="00EC3646" w:rsidRDefault="00EC3646" w:rsidP="00EC3646"/>
        </w:tc>
        <w:tc>
          <w:tcPr>
            <w:tcW w:w="3685" w:type="dxa"/>
            <w:vMerge/>
          </w:tcPr>
          <w:p w14:paraId="30EA2E82" w14:textId="77777777" w:rsidR="00EC3646" w:rsidRDefault="00EC3646" w:rsidP="00EC3646"/>
        </w:tc>
      </w:tr>
      <w:tr w:rsidR="00EC3646" w14:paraId="08B97562" w14:textId="77777777" w:rsidTr="00F862D6">
        <w:tc>
          <w:tcPr>
            <w:tcW w:w="1020" w:type="dxa"/>
          </w:tcPr>
          <w:p w14:paraId="6103D40D" w14:textId="77777777" w:rsidR="00EC3646" w:rsidRDefault="00EC3646" w:rsidP="00EC3646"/>
        </w:tc>
        <w:tc>
          <w:tcPr>
            <w:tcW w:w="2552" w:type="dxa"/>
          </w:tcPr>
          <w:p w14:paraId="6AEAEAC9" w14:textId="77777777" w:rsidR="00EC3646" w:rsidRPr="003E6B9A" w:rsidRDefault="00EC3646" w:rsidP="00EC3646"/>
        </w:tc>
        <w:tc>
          <w:tcPr>
            <w:tcW w:w="823" w:type="dxa"/>
          </w:tcPr>
          <w:p w14:paraId="513E08B8" w14:textId="77777777" w:rsidR="00EC3646" w:rsidRDefault="00EC3646" w:rsidP="00EC3646"/>
        </w:tc>
        <w:tc>
          <w:tcPr>
            <w:tcW w:w="3685" w:type="dxa"/>
            <w:vMerge/>
          </w:tcPr>
          <w:p w14:paraId="53E163AB" w14:textId="77777777" w:rsidR="00EC3646" w:rsidRDefault="00EC3646" w:rsidP="00EC3646"/>
        </w:tc>
      </w:tr>
      <w:tr w:rsidR="00EC3646" w14:paraId="0CC39C3B" w14:textId="77777777" w:rsidTr="00F862D6">
        <w:tc>
          <w:tcPr>
            <w:tcW w:w="1020" w:type="dxa"/>
          </w:tcPr>
          <w:p w14:paraId="4DD8F769" w14:textId="0EBEDA12" w:rsidR="00EC3646" w:rsidRDefault="00EC3646" w:rsidP="00EC3646">
            <w:r w:rsidRPr="00381A51">
              <w:t>Mobil</w:t>
            </w:r>
          </w:p>
        </w:tc>
        <w:tc>
          <w:tcPr>
            <w:tcW w:w="2552" w:type="dxa"/>
          </w:tcPr>
          <w:p w14:paraId="17984393" w14:textId="4AC08F19" w:rsidR="00EC3646" w:rsidRPr="003E6B9A" w:rsidRDefault="00EC3646" w:rsidP="00EC3646">
            <w:r w:rsidRPr="00381A51">
              <w:t>+420 722 819 305</w:t>
            </w:r>
          </w:p>
        </w:tc>
        <w:tc>
          <w:tcPr>
            <w:tcW w:w="823" w:type="dxa"/>
          </w:tcPr>
          <w:p w14:paraId="47651C5E" w14:textId="77777777" w:rsidR="00EC3646" w:rsidRDefault="00EC3646" w:rsidP="00EC3646"/>
        </w:tc>
        <w:tc>
          <w:tcPr>
            <w:tcW w:w="3685" w:type="dxa"/>
            <w:vMerge/>
          </w:tcPr>
          <w:p w14:paraId="0CFE244F" w14:textId="77777777" w:rsidR="00EC3646" w:rsidRDefault="00EC3646" w:rsidP="00EC3646"/>
        </w:tc>
      </w:tr>
      <w:tr w:rsidR="00EC3646" w14:paraId="6BD764D6" w14:textId="77777777" w:rsidTr="00F862D6">
        <w:tc>
          <w:tcPr>
            <w:tcW w:w="1020" w:type="dxa"/>
          </w:tcPr>
          <w:p w14:paraId="474D3962" w14:textId="7387A306" w:rsidR="00EC3646" w:rsidRDefault="00EC3646" w:rsidP="00EC3646">
            <w:r w:rsidRPr="00381A51">
              <w:t>E-mail</w:t>
            </w:r>
          </w:p>
        </w:tc>
        <w:tc>
          <w:tcPr>
            <w:tcW w:w="2552" w:type="dxa"/>
          </w:tcPr>
          <w:p w14:paraId="789F360C" w14:textId="35860B8D" w:rsidR="00EC3646" w:rsidRPr="003E6B9A" w:rsidRDefault="00EC3646" w:rsidP="00EC3646">
            <w:r w:rsidRPr="00381A51">
              <w:t>Klimesja@spravazeleznic.cz</w:t>
            </w:r>
          </w:p>
        </w:tc>
        <w:tc>
          <w:tcPr>
            <w:tcW w:w="823" w:type="dxa"/>
          </w:tcPr>
          <w:p w14:paraId="0EE95536" w14:textId="77777777" w:rsidR="00EC3646" w:rsidRDefault="00EC3646" w:rsidP="00EC3646"/>
        </w:tc>
        <w:tc>
          <w:tcPr>
            <w:tcW w:w="3685" w:type="dxa"/>
            <w:vMerge/>
          </w:tcPr>
          <w:p w14:paraId="2876ACFE" w14:textId="77777777" w:rsidR="00EC3646" w:rsidRDefault="00EC3646" w:rsidP="00EC3646"/>
        </w:tc>
      </w:tr>
      <w:tr w:rsidR="00EC3646" w14:paraId="5BFAA8A5" w14:textId="77777777" w:rsidTr="00F862D6">
        <w:tc>
          <w:tcPr>
            <w:tcW w:w="1020" w:type="dxa"/>
          </w:tcPr>
          <w:p w14:paraId="41445A68" w14:textId="77777777" w:rsidR="00EC3646" w:rsidRDefault="00EC3646" w:rsidP="00EC3646"/>
        </w:tc>
        <w:tc>
          <w:tcPr>
            <w:tcW w:w="2552" w:type="dxa"/>
          </w:tcPr>
          <w:p w14:paraId="764D1A93" w14:textId="77777777" w:rsidR="00EC3646" w:rsidRPr="003E6B9A" w:rsidRDefault="00EC3646" w:rsidP="00EC3646"/>
        </w:tc>
        <w:tc>
          <w:tcPr>
            <w:tcW w:w="823" w:type="dxa"/>
          </w:tcPr>
          <w:p w14:paraId="07016E98" w14:textId="77777777" w:rsidR="00EC3646" w:rsidRDefault="00EC3646" w:rsidP="00EC3646"/>
        </w:tc>
        <w:tc>
          <w:tcPr>
            <w:tcW w:w="3685" w:type="dxa"/>
          </w:tcPr>
          <w:p w14:paraId="5CFC73FD" w14:textId="77777777" w:rsidR="00EC3646" w:rsidRDefault="00EC3646" w:rsidP="00EC3646"/>
        </w:tc>
      </w:tr>
      <w:tr w:rsidR="00EC3646" w14:paraId="6815B06C" w14:textId="77777777" w:rsidTr="00F862D6">
        <w:tc>
          <w:tcPr>
            <w:tcW w:w="1020" w:type="dxa"/>
          </w:tcPr>
          <w:p w14:paraId="3A24A5D2" w14:textId="307D66B7" w:rsidR="00EC3646" w:rsidRDefault="00EC3646" w:rsidP="00EC3646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2AFA4800" w14:textId="3DA60886" w:rsidR="00EC3646" w:rsidRPr="003E6B9A" w:rsidRDefault="00EC3646" w:rsidP="00EC3646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07E16">
              <w:rPr>
                <w:noProof/>
              </w:rPr>
              <w:t>12. května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5EA8F241" w14:textId="77777777" w:rsidR="00EC3646" w:rsidRDefault="00EC3646" w:rsidP="00EC3646"/>
        </w:tc>
        <w:tc>
          <w:tcPr>
            <w:tcW w:w="3685" w:type="dxa"/>
          </w:tcPr>
          <w:p w14:paraId="126281AE" w14:textId="77777777" w:rsidR="00EC3646" w:rsidRDefault="00EC3646" w:rsidP="00EC3646"/>
        </w:tc>
      </w:tr>
      <w:tr w:rsidR="00F64786" w14:paraId="23222D0A" w14:textId="77777777" w:rsidTr="00F862D6">
        <w:tc>
          <w:tcPr>
            <w:tcW w:w="1020" w:type="dxa"/>
          </w:tcPr>
          <w:p w14:paraId="231E12A0" w14:textId="77777777" w:rsidR="00F64786" w:rsidRDefault="00F64786" w:rsidP="0077673A"/>
        </w:tc>
        <w:tc>
          <w:tcPr>
            <w:tcW w:w="2552" w:type="dxa"/>
          </w:tcPr>
          <w:p w14:paraId="53BD537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1383083" w14:textId="77777777" w:rsidR="00F64786" w:rsidRDefault="00F64786" w:rsidP="0077673A"/>
        </w:tc>
        <w:tc>
          <w:tcPr>
            <w:tcW w:w="3685" w:type="dxa"/>
          </w:tcPr>
          <w:p w14:paraId="03A9C61E" w14:textId="77777777" w:rsidR="00F64786" w:rsidRDefault="00F64786" w:rsidP="0077673A"/>
        </w:tc>
      </w:tr>
      <w:tr w:rsidR="00F862D6" w14:paraId="7D0C4CB7" w14:textId="77777777" w:rsidTr="00B45E9E">
        <w:trPr>
          <w:trHeight w:val="794"/>
        </w:trPr>
        <w:tc>
          <w:tcPr>
            <w:tcW w:w="1020" w:type="dxa"/>
          </w:tcPr>
          <w:p w14:paraId="71269EB0" w14:textId="77777777" w:rsidR="00F862D6" w:rsidRDefault="00F862D6" w:rsidP="0077673A"/>
        </w:tc>
        <w:tc>
          <w:tcPr>
            <w:tcW w:w="2552" w:type="dxa"/>
          </w:tcPr>
          <w:p w14:paraId="71A2BFC5" w14:textId="77777777" w:rsidR="00F862D6" w:rsidRDefault="00F862D6" w:rsidP="00F310F8"/>
        </w:tc>
        <w:tc>
          <w:tcPr>
            <w:tcW w:w="823" w:type="dxa"/>
          </w:tcPr>
          <w:p w14:paraId="0BA3CFE5" w14:textId="77777777" w:rsidR="00F862D6" w:rsidRDefault="00F862D6" w:rsidP="0077673A"/>
        </w:tc>
        <w:tc>
          <w:tcPr>
            <w:tcW w:w="3685" w:type="dxa"/>
          </w:tcPr>
          <w:p w14:paraId="266B4A40" w14:textId="77777777" w:rsidR="00F862D6" w:rsidRDefault="00F862D6" w:rsidP="0077673A"/>
        </w:tc>
      </w:tr>
    </w:tbl>
    <w:p w14:paraId="5BE81605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97E46" w:rsidRPr="00D97E46">
        <w:rPr>
          <w:rFonts w:eastAsia="Calibri" w:cs="Times New Roman"/>
          <w:b/>
          <w:lang w:eastAsia="cs-CZ"/>
        </w:rPr>
        <w:t>Rekonstrukce mostů v km 8,202 a v km 10,210 trati Vamberk - Rokytnice</w:t>
      </w:r>
    </w:p>
    <w:p w14:paraId="71A19C4C" w14:textId="42119106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97E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3A752D">
        <w:rPr>
          <w:rFonts w:eastAsia="Times New Roman" w:cs="Times New Roman"/>
          <w:lang w:eastAsia="cs-CZ"/>
        </w:rPr>
        <w:t>2</w:t>
      </w:r>
    </w:p>
    <w:p w14:paraId="5FF611A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9E5614" w14:textId="77777777" w:rsidR="00142EDC" w:rsidRDefault="00142EDC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C6174D" w14:textId="061938A2" w:rsidR="00023569" w:rsidRPr="00017DF1" w:rsidRDefault="00023569" w:rsidP="00023569">
      <w:pPr>
        <w:spacing w:after="0" w:line="240" w:lineRule="auto"/>
        <w:rPr>
          <w:rFonts w:ascii="Tahoma" w:hAnsi="Tahoma" w:cs="Tahoma"/>
          <w:sz w:val="19"/>
          <w:szCs w:val="19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ascii="Tahoma" w:hAnsi="Tahoma" w:cs="Tahoma"/>
          <w:color w:val="000000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  <w:shd w:val="clear" w:color="auto" w:fill="FFFFFF"/>
        </w:rPr>
        <w:t xml:space="preserve">SO 01 Most v km 8,202 - pol. č. 34 - 227821 - MIKROPILOTY KOMPLET D DO 100MM NA POVRCHU a pol. </w:t>
      </w:r>
      <w:proofErr w:type="spellStart"/>
      <w:r w:rsidRPr="00017DF1">
        <w:rPr>
          <w:rFonts w:ascii="Tahoma" w:hAnsi="Tahoma" w:cs="Tahoma"/>
          <w:sz w:val="19"/>
          <w:szCs w:val="19"/>
          <w:shd w:val="clear" w:color="auto" w:fill="FFFFFF"/>
        </w:rPr>
        <w:t>poř</w:t>
      </w:r>
      <w:proofErr w:type="spellEnd"/>
      <w:r w:rsidRPr="00017DF1">
        <w:rPr>
          <w:rFonts w:ascii="Tahoma" w:hAnsi="Tahoma" w:cs="Tahoma"/>
          <w:sz w:val="19"/>
          <w:szCs w:val="19"/>
          <w:shd w:val="clear" w:color="auto" w:fill="FFFFFF"/>
        </w:rPr>
        <w:t xml:space="preserve">. č. 35 - 26153 - VRTY PRO KOTVENÍ, INJEKTÁŽ A MIKROPILOTY NA POVRCHU TŘ. V D DO 150MM. V PD jsme nenašli zmínku o provádění těchto </w:t>
      </w:r>
      <w:proofErr w:type="spellStart"/>
      <w:r w:rsidRPr="00017DF1">
        <w:rPr>
          <w:rFonts w:ascii="Tahoma" w:hAnsi="Tahoma" w:cs="Tahoma"/>
          <w:sz w:val="19"/>
          <w:szCs w:val="19"/>
          <w:shd w:val="clear" w:color="auto" w:fill="FFFFFF"/>
        </w:rPr>
        <w:t>mikropilot</w:t>
      </w:r>
      <w:proofErr w:type="spellEnd"/>
      <w:r w:rsidRPr="00017DF1">
        <w:rPr>
          <w:rFonts w:ascii="Tahoma" w:hAnsi="Tahoma" w:cs="Tahoma"/>
          <w:sz w:val="19"/>
          <w:szCs w:val="19"/>
          <w:shd w:val="clear" w:color="auto" w:fill="FFFFFF"/>
        </w:rPr>
        <w:t>. Žádáme o kontrolu těchto položek v soupisu prací a jejich případnou opravu.</w:t>
      </w:r>
      <w:r w:rsidRPr="00017DF1">
        <w:rPr>
          <w:rFonts w:ascii="Tahoma" w:hAnsi="Tahoma" w:cs="Tahoma"/>
          <w:sz w:val="19"/>
          <w:szCs w:val="19"/>
        </w:rPr>
        <w:br/>
      </w:r>
    </w:p>
    <w:p w14:paraId="7F78BFEF" w14:textId="462E1F14" w:rsidR="00023569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t>Odpověď: V SO 01_01_Technická zpráva, článek 5.4.1 Založení opěrných zídek, se uvádí následující:</w:t>
      </w:r>
    </w:p>
    <w:p w14:paraId="726B1B6D" w14:textId="77777777" w:rsidR="00142EDC" w:rsidRPr="00017DF1" w:rsidRDefault="00142EDC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D2229E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noProof/>
          <w:lang w:eastAsia="cs-CZ"/>
        </w:rPr>
        <w:drawing>
          <wp:inline distT="0" distB="0" distL="0" distR="0" wp14:anchorId="1D51EEAA" wp14:editId="6B3DA4CE">
            <wp:extent cx="5085277" cy="746150"/>
            <wp:effectExtent l="0" t="0" r="127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786" cy="755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316AB" w14:textId="77777777" w:rsidR="00142EDC" w:rsidRDefault="00142EDC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60CEEF" w14:textId="231826BE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t xml:space="preserve">Vzhledem k výše uvedenému je možné, že bude vhodné opěrné zídky podepřít </w:t>
      </w:r>
      <w:proofErr w:type="spellStart"/>
      <w:r w:rsidRPr="00017DF1">
        <w:rPr>
          <w:rFonts w:eastAsia="Calibri" w:cs="Times New Roman"/>
          <w:b/>
          <w:lang w:eastAsia="cs-CZ"/>
        </w:rPr>
        <w:t>mikropilotami</w:t>
      </w:r>
      <w:proofErr w:type="spellEnd"/>
      <w:r w:rsidRPr="00017DF1">
        <w:rPr>
          <w:rFonts w:eastAsia="Calibri" w:cs="Times New Roman"/>
          <w:b/>
          <w:lang w:eastAsia="cs-CZ"/>
        </w:rPr>
        <w:t xml:space="preserve"> (5 ks pro Z1L, 3 ks pro každou další zídku). Z tohoto důvodu jsou v rozpočtu tyto potřebné položky uvedeny. O využití těchto položek bude rozhodnuto v rámci AD stavby.</w:t>
      </w:r>
    </w:p>
    <w:p w14:paraId="4EEF975E" w14:textId="2713234C" w:rsidR="00023569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3DF400" w14:textId="77777777" w:rsidR="00142EDC" w:rsidRPr="00017DF1" w:rsidRDefault="00142EDC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8EC43E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t>Dotaz č. 4: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  <w:shd w:val="clear" w:color="auto" w:fill="FFFFFF"/>
        </w:rPr>
        <w:t xml:space="preserve">SO 06 Ochrany a přeložky VO - při kontrole soupisu prací jsme zjistili, že v soupisu chybí položky pro osazení stávajícího beton. </w:t>
      </w:r>
      <w:proofErr w:type="gramStart"/>
      <w:r w:rsidRPr="00017DF1">
        <w:rPr>
          <w:rFonts w:ascii="Tahoma" w:hAnsi="Tahoma" w:cs="Tahoma"/>
          <w:sz w:val="19"/>
          <w:szCs w:val="19"/>
          <w:shd w:val="clear" w:color="auto" w:fill="FFFFFF"/>
        </w:rPr>
        <w:t>sloupu</w:t>
      </w:r>
      <w:proofErr w:type="gramEnd"/>
      <w:r w:rsidRPr="00017DF1">
        <w:rPr>
          <w:rFonts w:ascii="Tahoma" w:hAnsi="Tahoma" w:cs="Tahoma"/>
          <w:sz w:val="19"/>
          <w:szCs w:val="19"/>
          <w:shd w:val="clear" w:color="auto" w:fill="FFFFFF"/>
        </w:rPr>
        <w:t xml:space="preserve"> VO do nové polohy. Dle našeho odborného názoru se jedná o práce spojené s dočasným uložením na </w:t>
      </w:r>
      <w:proofErr w:type="spellStart"/>
      <w:r w:rsidRPr="00017DF1">
        <w:rPr>
          <w:rFonts w:ascii="Tahoma" w:hAnsi="Tahoma" w:cs="Tahoma"/>
          <w:sz w:val="19"/>
          <w:szCs w:val="19"/>
          <w:shd w:val="clear" w:color="auto" w:fill="FFFFFF"/>
        </w:rPr>
        <w:t>deponii</w:t>
      </w:r>
      <w:proofErr w:type="spellEnd"/>
      <w:r w:rsidRPr="00017DF1">
        <w:rPr>
          <w:rFonts w:ascii="Tahoma" w:hAnsi="Tahoma" w:cs="Tahoma"/>
          <w:sz w:val="19"/>
          <w:szCs w:val="19"/>
          <w:shd w:val="clear" w:color="auto" w:fill="FFFFFF"/>
        </w:rPr>
        <w:t>, zřízení betonového základu pro sloup, osazení a zabetonování pouzdra sloupu VO, osazení sloupu VO vč. jeřábových prací. Žádáme o doplnění těchto položek do soupisu prací.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eastAsia="Calibri" w:cs="Times New Roman"/>
          <w:b/>
          <w:lang w:eastAsia="cs-CZ"/>
        </w:rPr>
        <w:t>Odpověď: Do SP byla přidána nová položka č. 33 Základová patka a položka č. 34 Osazená stávajícího stožáru do nové polohy.</w:t>
      </w:r>
    </w:p>
    <w:p w14:paraId="780B6938" w14:textId="50E92D8F" w:rsidR="00023569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85A669" w14:textId="77777777" w:rsidR="00142EDC" w:rsidRPr="00017DF1" w:rsidRDefault="00142EDC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D07C5B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t>Dotaz č. 5: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  <w:shd w:val="clear" w:color="auto" w:fill="FFFFFF"/>
        </w:rPr>
        <w:t>Při kontrole soupisu prací SO 02 Most v km 10,210 jsme zjistili, že dle našeho odborného názoru chybí odstranění nájezdu pol. č. 57 ZŘÍZENÍ KONSTRUKČNÍ VRSTVY TĚLESA ŽELEZNIČNÍHO SPODKU ZE ŠTĚRKODRTI VYZÍSKANÉ 150 m3. Žádáme o doplnění těchto prací do soupisu prací.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eastAsia="Calibri" w:cs="Times New Roman"/>
          <w:b/>
          <w:lang w:eastAsia="cs-CZ"/>
        </w:rPr>
        <w:t xml:space="preserve">Odpověď: Jedná se o </w:t>
      </w:r>
      <w:proofErr w:type="spellStart"/>
      <w:r w:rsidRPr="00017DF1">
        <w:rPr>
          <w:rFonts w:eastAsia="Calibri" w:cs="Times New Roman"/>
          <w:b/>
          <w:lang w:eastAsia="cs-CZ"/>
        </w:rPr>
        <w:t>výzisk</w:t>
      </w:r>
      <w:proofErr w:type="spellEnd"/>
      <w:r w:rsidRPr="00017DF1">
        <w:rPr>
          <w:rFonts w:eastAsia="Calibri" w:cs="Times New Roman"/>
          <w:b/>
          <w:lang w:eastAsia="cs-CZ"/>
        </w:rPr>
        <w:t xml:space="preserve"> z kolejového lože v rámci SO 03. Výměra včetně doplnění specifikace prací je aktualizovaná v přiloženém SP. Odvoz na skládku včetně poplatku je součástí SO 03 (</w:t>
      </w:r>
      <w:proofErr w:type="spellStart"/>
      <w:proofErr w:type="gramStart"/>
      <w:r w:rsidRPr="00017DF1">
        <w:rPr>
          <w:rFonts w:eastAsia="Calibri" w:cs="Times New Roman"/>
          <w:b/>
          <w:lang w:eastAsia="cs-CZ"/>
        </w:rPr>
        <w:t>pol.č</w:t>
      </w:r>
      <w:proofErr w:type="spellEnd"/>
      <w:r w:rsidRPr="00017DF1">
        <w:rPr>
          <w:rFonts w:eastAsia="Calibri" w:cs="Times New Roman"/>
          <w:b/>
          <w:lang w:eastAsia="cs-CZ"/>
        </w:rPr>
        <w:t>.</w:t>
      </w:r>
      <w:proofErr w:type="gramEnd"/>
      <w:r w:rsidRPr="00017DF1">
        <w:rPr>
          <w:rFonts w:eastAsia="Calibri" w:cs="Times New Roman"/>
          <w:b/>
          <w:lang w:eastAsia="cs-CZ"/>
        </w:rPr>
        <w:t xml:space="preserve"> 33, </w:t>
      </w:r>
      <w:proofErr w:type="spellStart"/>
      <w:r w:rsidRPr="00017DF1">
        <w:rPr>
          <w:rFonts w:eastAsia="Calibri" w:cs="Times New Roman"/>
          <w:b/>
          <w:lang w:eastAsia="cs-CZ"/>
        </w:rPr>
        <w:t>pol.č</w:t>
      </w:r>
      <w:proofErr w:type="spellEnd"/>
      <w:r w:rsidRPr="00017DF1">
        <w:rPr>
          <w:rFonts w:eastAsia="Calibri" w:cs="Times New Roman"/>
          <w:b/>
          <w:lang w:eastAsia="cs-CZ"/>
        </w:rPr>
        <w:t>. 2)</w:t>
      </w:r>
    </w:p>
    <w:p w14:paraId="213FA85F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222AFAE9" w14:textId="1C67D041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lastRenderedPageBreak/>
        <w:t>Dotaz č. 6: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  <w:shd w:val="clear" w:color="auto" w:fill="FFFFFF"/>
        </w:rPr>
        <w:t xml:space="preserve">Žádáme o kontrolu pol. č. 68 "KRYT K NOSNÉMU ŽLABU/ROŠTU ŽÁROVĚ ZINKOVANÝ VČETNĚ UPEVNĚNÍ A PŘÍSLUŠENSTVÍ SVĚTLÉ ŠÍŘKY DO 100 MM" v SO 02 Most v km 10,210. Dle našeho odborného názoru se tato položka </w:t>
      </w:r>
      <w:proofErr w:type="spellStart"/>
      <w:r w:rsidRPr="00017DF1">
        <w:rPr>
          <w:rFonts w:ascii="Tahoma" w:hAnsi="Tahoma" w:cs="Tahoma"/>
          <w:sz w:val="19"/>
          <w:szCs w:val="19"/>
          <w:shd w:val="clear" w:color="auto" w:fill="FFFFFF"/>
        </w:rPr>
        <w:t>dabluje</w:t>
      </w:r>
      <w:proofErr w:type="spellEnd"/>
      <w:r w:rsidRPr="00017DF1">
        <w:rPr>
          <w:rFonts w:ascii="Tahoma" w:hAnsi="Tahoma" w:cs="Tahoma"/>
          <w:sz w:val="19"/>
          <w:szCs w:val="19"/>
          <w:shd w:val="clear" w:color="auto" w:fill="FFFFFF"/>
        </w:rPr>
        <w:t xml:space="preserve"> s pol. č. 67 "KRYT K NOSNÉMU ŽLABU/ROŠTU ŽÁROVĚ ZINKOVANÝ VČETNĚ UPEVNĚNÍ A PŘÍSLUŠENSTVÍ SVĚTLÉ ŠÍŘKY DO 100 MM".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eastAsia="Calibri" w:cs="Times New Roman"/>
          <w:b/>
          <w:lang w:eastAsia="cs-CZ"/>
        </w:rPr>
        <w:t>Odpověď: Položka č. 68 KRYT K NOSNÉMU ŽLABU/ROŠTU ŽÁROVĚ ZINKOVANÝ VČETNĚ UPEVNĚNÍ A PŘÍSLUŠENSTVÍ SVĚTLÉ ŠÍŘKY DO 100 MM je dle třídníku OTSKP doplněním položky č. 67 KABELOVÝ ŽLAB NOSNÝ/DRÁTĚNÝ ŽÁROVĚ ZINKOVANÝ VČETNĚ UPEVNĚNÍ A PŘÍSLUŠENSTVÍ SVĚTLÉ ŠÍŘKY DO 100 MM. Text ve specifikaci:</w:t>
      </w:r>
      <w:r w:rsidRPr="00017DF1">
        <w:t xml:space="preserve"> „</w:t>
      </w:r>
      <w:r w:rsidRPr="00017DF1">
        <w:rPr>
          <w:rFonts w:eastAsia="Calibri" w:cs="Times New Roman"/>
          <w:b/>
          <w:lang w:eastAsia="cs-CZ"/>
        </w:rPr>
        <w:t>kabelový žlab 100x100 pro kabelovou trasu na NOK“ je pouze identifikací k čemu kryt přísluší.</w:t>
      </w:r>
    </w:p>
    <w:p w14:paraId="65E89189" w14:textId="39621B42" w:rsidR="00023569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BC8148" w14:textId="77777777" w:rsidR="00142EDC" w:rsidRPr="00017DF1" w:rsidRDefault="00142EDC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6242D42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t>Dotaz č. 7:</w:t>
      </w:r>
    </w:p>
    <w:p w14:paraId="54E8F373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ascii="Tahoma" w:hAnsi="Tahoma" w:cs="Tahoma"/>
          <w:sz w:val="19"/>
          <w:szCs w:val="19"/>
          <w:shd w:val="clear" w:color="auto" w:fill="FFFFFF"/>
        </w:rPr>
        <w:t>Při kontrole soupisu prací SO 02 Most v km 10,210 jsme zjistili, že u pol. č. 4 "POPLATKY ZA LIKVIDACI ODPADŮ NEKONTAMINOVANÝCH - 17 05 04 VYTĚŽENÉ ZEMINY A HORNINY - I. TŘÍDA TĚŽITELNOSTI" je ve výkazu výměr uvedena plocha podkladu pod silniční panely 160 m2, což je v rozporu s výměrou uvedenou v pol. č. 15 "ODSTRANĚNÍ KRYTU ZPEVNĚNÝCH PLOCH ZE SILNIČ DÍLCŮ (PANELŮ) VČET PODKL - BEZ DOPRAVY" kde je uvedena plocha 260 m2. Žádáme o kontrolu a případnou opravu.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eastAsia="Calibri" w:cs="Times New Roman"/>
          <w:b/>
          <w:lang w:eastAsia="cs-CZ"/>
        </w:rPr>
        <w:t xml:space="preserve">Odpověď: Položka v SP byla aktualizována. Celková výměra je 260 m2. </w:t>
      </w:r>
    </w:p>
    <w:p w14:paraId="07D05EA5" w14:textId="4F947E40" w:rsidR="00023569" w:rsidRDefault="00023569" w:rsidP="0002356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0EBC46C1" w14:textId="77777777" w:rsidR="00142EDC" w:rsidRPr="00017DF1" w:rsidRDefault="00142EDC" w:rsidP="0002356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5FCB8794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t>Dotaz č. 8: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  <w:shd w:val="clear" w:color="auto" w:fill="FFFFFF"/>
        </w:rPr>
        <w:t>V zadávací dokumentaci chybí projektová dokumentace (výkres tvaru a výztuže) prefabrikovaných dílů koryta K0, které jsou kalkulovány v pol. č. 93 "ŽB PREFABRIKOVANÉ DÍLCE KORYTA". Žádáme o doplnění této dokumentace.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eastAsia="Calibri" w:cs="Times New Roman"/>
          <w:b/>
          <w:lang w:eastAsia="cs-CZ"/>
        </w:rPr>
        <w:t>Odpověď: Přímé dílce koryta K0 jsou uvažovány jako prefabrikovaný výrobek. Příloha č. 8.3 Výkres tvaru koryta a příloha č. 9.4 Výkres výztuže koryta řeší atypické (šikmé a přechodové) dílce. Pokud se rozhodne zhotovitel dílce K0 vyrobit jako stavební prefabrikát, informuje o tom projektanta SO 02 a výkres tvaru vč. výztuže bude jím v rámci činnosti na požádání zhotoviteli poskytnut.</w:t>
      </w:r>
    </w:p>
    <w:p w14:paraId="1E1D15FB" w14:textId="7F756BD6" w:rsidR="00023569" w:rsidRDefault="00023569" w:rsidP="0002356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56B6EB8C" w14:textId="77777777" w:rsidR="00142EDC" w:rsidRPr="00017DF1" w:rsidRDefault="00142EDC" w:rsidP="0002356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5CE0F029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t>Dotaz č. 9: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  <w:shd w:val="clear" w:color="auto" w:fill="FFFFFF"/>
        </w:rPr>
        <w:t>Při kontrole soupisů prací jsme zjistili rozpor výměr odtěžených a odbouraných hmot s výměrami uvedenými v položkách poplatků za likvidaci odpadů. Žádáme o kontrolu těchto výměr ve všech objektech soupisu prací.</w:t>
      </w:r>
      <w:r w:rsidRPr="00017DF1">
        <w:rPr>
          <w:rFonts w:ascii="Tahoma" w:hAnsi="Tahoma" w:cs="Tahoma"/>
          <w:sz w:val="19"/>
          <w:szCs w:val="19"/>
        </w:rPr>
        <w:br/>
      </w:r>
    </w:p>
    <w:p w14:paraId="3C6A34A7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t xml:space="preserve">Odpověď: U SO 02 je rozpor výměr řešený v dotaze č. 5. </w:t>
      </w:r>
    </w:p>
    <w:p w14:paraId="5172C9C0" w14:textId="2FD2E267" w:rsidR="00023569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4465BB" w14:textId="77777777" w:rsidR="00142EDC" w:rsidRPr="00017DF1" w:rsidRDefault="00142EDC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B2B7D9" w14:textId="77777777" w:rsidR="00023569" w:rsidRPr="00017DF1" w:rsidRDefault="00023569" w:rsidP="00023569">
      <w:pPr>
        <w:spacing w:after="0" w:line="240" w:lineRule="auto"/>
        <w:rPr>
          <w:rFonts w:ascii="Tahoma" w:hAnsi="Tahoma" w:cs="Tahoma"/>
          <w:sz w:val="19"/>
          <w:szCs w:val="19"/>
          <w:shd w:val="clear" w:color="auto" w:fill="FFFFFF"/>
        </w:rPr>
      </w:pPr>
      <w:r w:rsidRPr="00017DF1">
        <w:rPr>
          <w:rFonts w:eastAsia="Calibri" w:cs="Times New Roman"/>
          <w:b/>
          <w:lang w:eastAsia="cs-CZ"/>
        </w:rPr>
        <w:t>Dotaz č. 10:</w:t>
      </w:r>
      <w:r w:rsidRPr="00017DF1">
        <w:rPr>
          <w:rFonts w:ascii="Tahoma" w:hAnsi="Tahoma" w:cs="Tahoma"/>
          <w:sz w:val="19"/>
          <w:szCs w:val="19"/>
        </w:rPr>
        <w:br/>
      </w:r>
      <w:r w:rsidRPr="00017DF1">
        <w:rPr>
          <w:rFonts w:ascii="Tahoma" w:hAnsi="Tahoma" w:cs="Tahoma"/>
          <w:sz w:val="19"/>
          <w:szCs w:val="19"/>
          <w:shd w:val="clear" w:color="auto" w:fill="FFFFFF"/>
        </w:rPr>
        <w:t>Požadovaná následná směrová a výšková úprava koleje si vyžádá výluku trati. Uchazeč se ptá, zda tato výluka bude zajištěna ze strany investora jak termínově, tak i finančně?</w:t>
      </w:r>
    </w:p>
    <w:p w14:paraId="5243C54A" w14:textId="77777777" w:rsidR="00023569" w:rsidRPr="00017DF1" w:rsidRDefault="00023569" w:rsidP="00023569">
      <w:pPr>
        <w:spacing w:after="0" w:line="240" w:lineRule="auto"/>
        <w:rPr>
          <w:rFonts w:ascii="Tahoma" w:hAnsi="Tahoma" w:cs="Tahoma"/>
          <w:sz w:val="19"/>
          <w:szCs w:val="19"/>
          <w:shd w:val="clear" w:color="auto" w:fill="FFFFFF"/>
        </w:rPr>
      </w:pPr>
    </w:p>
    <w:p w14:paraId="0CF49056" w14:textId="77777777" w:rsidR="00023569" w:rsidRPr="00017DF1" w:rsidRDefault="00023569" w:rsidP="00023569">
      <w:pPr>
        <w:spacing w:after="0" w:line="240" w:lineRule="auto"/>
        <w:rPr>
          <w:rFonts w:eastAsia="Calibri" w:cs="Times New Roman"/>
          <w:b/>
          <w:lang w:eastAsia="cs-CZ"/>
        </w:rPr>
      </w:pPr>
      <w:r w:rsidRPr="00017DF1">
        <w:rPr>
          <w:rFonts w:eastAsia="Calibri" w:cs="Times New Roman"/>
          <w:b/>
          <w:lang w:eastAsia="cs-CZ"/>
        </w:rPr>
        <w:t>Odpověď: Výluku pro následnou směrovou a výškovou úpravu koleje si zajistí zhotovitel jak termínově, tak finančně.</w:t>
      </w:r>
    </w:p>
    <w:p w14:paraId="64A34448" w14:textId="0B9A5A43" w:rsidR="00445C5F" w:rsidRPr="00A717AC" w:rsidRDefault="00445C5F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E8E465" w14:textId="77777777" w:rsidR="00142EDC" w:rsidRDefault="00142EDC" w:rsidP="00A717A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8C86DD" w14:textId="77777777" w:rsidR="00142EDC" w:rsidRDefault="00142EDC" w:rsidP="00A717A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198D4FD" w14:textId="74D9F001" w:rsidR="00A717AC" w:rsidRPr="00A717AC" w:rsidRDefault="00A717AC" w:rsidP="00A717A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17AC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717AC">
        <w:rPr>
          <w:rFonts w:eastAsia="Times New Roman" w:cs="Times New Roman"/>
          <w:b/>
          <w:lang w:eastAsia="cs-CZ"/>
        </w:rPr>
        <w:t>změny/doplnění zadávací dokumentace</w:t>
      </w:r>
      <w:r w:rsidRPr="00A717AC">
        <w:rPr>
          <w:rFonts w:eastAsia="Times New Roman" w:cs="Times New Roman"/>
          <w:lang w:eastAsia="cs-CZ"/>
        </w:rPr>
        <w:t>, prodlužuje zadavatel lhů</w:t>
      </w:r>
      <w:r w:rsidR="00023569">
        <w:rPr>
          <w:rFonts w:eastAsia="Times New Roman" w:cs="Times New Roman"/>
          <w:lang w:eastAsia="cs-CZ"/>
        </w:rPr>
        <w:t xml:space="preserve">tu pro podání nabídek ze dne </w:t>
      </w:r>
      <w:r w:rsidR="00023569">
        <w:rPr>
          <w:rFonts w:eastAsia="Times New Roman" w:cs="Times New Roman"/>
          <w:lang w:eastAsia="cs-CZ"/>
        </w:rPr>
        <w:br/>
        <w:t xml:space="preserve">20. 5. 2021 v 10:00 na </w:t>
      </w:r>
      <w:r w:rsidR="00023569" w:rsidRPr="00D65A1C">
        <w:rPr>
          <w:rFonts w:eastAsia="Times New Roman" w:cs="Times New Roman"/>
          <w:lang w:eastAsia="cs-CZ"/>
        </w:rPr>
        <w:t>den 21</w:t>
      </w:r>
      <w:r w:rsidRPr="00D65A1C">
        <w:rPr>
          <w:rFonts w:eastAsia="Times New Roman" w:cs="Times New Roman"/>
          <w:lang w:eastAsia="cs-CZ"/>
        </w:rPr>
        <w:t>. 5. 2021</w:t>
      </w:r>
      <w:r w:rsidR="00D65A1C" w:rsidRPr="00D65A1C">
        <w:rPr>
          <w:rFonts w:eastAsia="Times New Roman" w:cs="Times New Roman"/>
          <w:lang w:eastAsia="cs-CZ"/>
        </w:rPr>
        <w:t xml:space="preserve"> </w:t>
      </w:r>
      <w:r w:rsidR="003A752D" w:rsidRPr="00D65A1C">
        <w:rPr>
          <w:rFonts w:eastAsia="Times New Roman" w:cs="Times New Roman"/>
          <w:lang w:eastAsia="cs-CZ"/>
        </w:rPr>
        <w:t>v </w:t>
      </w:r>
      <w:r w:rsidR="00D65A1C" w:rsidRPr="00D65A1C">
        <w:rPr>
          <w:rFonts w:eastAsia="Times New Roman" w:cs="Times New Roman"/>
          <w:lang w:eastAsia="cs-CZ"/>
        </w:rPr>
        <w:t>11</w:t>
      </w:r>
      <w:r w:rsidR="003A752D">
        <w:rPr>
          <w:rFonts w:eastAsia="Times New Roman" w:cs="Times New Roman"/>
          <w:lang w:eastAsia="cs-CZ"/>
        </w:rPr>
        <w:t>:00</w:t>
      </w:r>
      <w:r w:rsidRPr="00A717AC">
        <w:rPr>
          <w:rFonts w:eastAsia="Times New Roman" w:cs="Times New Roman"/>
          <w:lang w:eastAsia="cs-CZ"/>
        </w:rPr>
        <w:t xml:space="preserve">. </w:t>
      </w:r>
    </w:p>
    <w:p w14:paraId="349C8A3E" w14:textId="79EB020A" w:rsidR="00A717AC" w:rsidRPr="00A717AC" w:rsidRDefault="00A717AC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68078E" w14:textId="77777777" w:rsidR="00A717AC" w:rsidRPr="00A717AC" w:rsidRDefault="00A717AC" w:rsidP="00A717A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17AC">
        <w:rPr>
          <w:rFonts w:eastAsia="Calibri" w:cs="Times New Roman"/>
          <w:lang w:eastAsia="cs-CZ"/>
        </w:rPr>
        <w:t>Vysvětlení/ změnu/ doplnění zadávací dokumentace</w:t>
      </w:r>
      <w:r w:rsidRPr="00A717AC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A717AC">
          <w:rPr>
            <w:rFonts w:eastAsia="Times New Roman" w:cs="Times New Roman"/>
            <w:u w:val="single"/>
            <w:lang w:eastAsia="cs-CZ"/>
          </w:rPr>
          <w:t>https://zakazky.spravazeleznic.cz/</w:t>
        </w:r>
      </w:hyperlink>
      <w:r w:rsidRPr="00A717AC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FAD8C7C" w14:textId="4EBF7F56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84EB06" w14:textId="442A1606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lastRenderedPageBreak/>
        <w:t>Přílohy:</w:t>
      </w:r>
    </w:p>
    <w:p w14:paraId="1D9BB421" w14:textId="1BE1B6EF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42EDC">
        <w:rPr>
          <w:rFonts w:eastAsia="Calibri" w:cs="Times New Roman"/>
          <w:lang w:eastAsia="cs-CZ"/>
        </w:rPr>
        <w:t>SO 02_a_051021</w:t>
      </w:r>
    </w:p>
    <w:p w14:paraId="3D33C2E5" w14:textId="3038C8E0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42EDC">
        <w:rPr>
          <w:rFonts w:eastAsia="Calibri" w:cs="Times New Roman"/>
          <w:lang w:eastAsia="cs-CZ"/>
        </w:rPr>
        <w:t>SO 06_a_051021</w:t>
      </w:r>
    </w:p>
    <w:p w14:paraId="0D7F17DD" w14:textId="77777777" w:rsidR="00142EDC" w:rsidRPr="00A717A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37F3B5" w14:textId="7FF753FD" w:rsidR="003A752D" w:rsidRDefault="003A752D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5E1AC7" w14:textId="4DB97228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5D34CF" w14:textId="05871D48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7AF51A" w14:textId="77777777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F31FCE" w14:textId="3D27F03C" w:rsidR="00A717AC" w:rsidRPr="00CB7B5A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7D17E27F" w14:textId="039D645E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2021E5" w14:textId="31A2B9E9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C2E2B4" w14:textId="4134F376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6CCC69" w14:textId="77777777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3267B2" w14:textId="77777777" w:rsidR="003A752D" w:rsidRDefault="003A752D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E26CB1" w14:textId="0048866D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59A72F" w14:textId="77777777" w:rsidR="00A717AC" w:rsidRPr="00CB7B5A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1FE598" w14:textId="77777777" w:rsidR="00A717AC" w:rsidRPr="00CB7B5A" w:rsidRDefault="00A717AC" w:rsidP="00A717AC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BB7C997" w14:textId="77777777" w:rsidR="00A717AC" w:rsidRPr="00CB7B5A" w:rsidRDefault="00A717AC" w:rsidP="00A717A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4BD89BD" w14:textId="77777777" w:rsidR="00A717AC" w:rsidRPr="00CB7B5A" w:rsidRDefault="00A717AC" w:rsidP="00A717A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699AFBD" w14:textId="54720DC1" w:rsidR="00A717AC" w:rsidRPr="00CB7B5A" w:rsidRDefault="00A717AC" w:rsidP="00A717AC">
      <w:pPr>
        <w:spacing w:after="0" w:line="240" w:lineRule="auto"/>
        <w:ind w:firstLine="1"/>
        <w:rPr>
          <w:rFonts w:eastAsia="Times New Roman" w:cs="Times New Roman"/>
          <w:b/>
          <w:color w:val="FF0000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A717AC" w:rsidRPr="00CB7B5A" w:rsidSect="00FC63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57FF5" w14:textId="77777777" w:rsidR="008030A8" w:rsidRDefault="008030A8" w:rsidP="00962258">
      <w:pPr>
        <w:spacing w:after="0" w:line="240" w:lineRule="auto"/>
      </w:pPr>
      <w:r>
        <w:separator/>
      </w:r>
    </w:p>
  </w:endnote>
  <w:endnote w:type="continuationSeparator" w:id="0">
    <w:p w14:paraId="42C17ABF" w14:textId="77777777" w:rsidR="008030A8" w:rsidRDefault="008030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D0672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D0874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168E58" w14:textId="08F324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7E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7E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5F9B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E1A11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EEAF85" w14:textId="77777777" w:rsidR="00F1715C" w:rsidRDefault="00F1715C" w:rsidP="00D831A3">
          <w:pPr>
            <w:pStyle w:val="Zpat"/>
          </w:pPr>
        </w:p>
      </w:tc>
    </w:tr>
  </w:tbl>
  <w:p w14:paraId="14E2F30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62188F5" wp14:editId="4F8FC1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0C38B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00E795" wp14:editId="12C1232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FE669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0759DF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9C7B66" w14:textId="1AB96A4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7E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7E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36BAD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0A9CEB2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D6B7CA5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F99BB0E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7A9DE54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2AC318F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A20E3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907C37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9E3BA7A" w14:textId="77777777" w:rsidR="00490C88" w:rsidRDefault="00490C88" w:rsidP="00331004">
          <w:pPr>
            <w:pStyle w:val="Zpat"/>
          </w:pPr>
        </w:p>
      </w:tc>
    </w:tr>
  </w:tbl>
  <w:p w14:paraId="6B3A80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ECFAAE9" wp14:editId="4FDC58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EBFD5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349837A" wp14:editId="4645C8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91D21D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E6DD69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C6DCB" w14:textId="77777777" w:rsidR="008030A8" w:rsidRDefault="008030A8" w:rsidP="00962258">
      <w:pPr>
        <w:spacing w:after="0" w:line="240" w:lineRule="auto"/>
      </w:pPr>
      <w:r>
        <w:separator/>
      </w:r>
    </w:p>
  </w:footnote>
  <w:footnote w:type="continuationSeparator" w:id="0">
    <w:p w14:paraId="2D67CACB" w14:textId="77777777" w:rsidR="008030A8" w:rsidRDefault="008030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47C6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8D9439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9F67B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5AA8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F5981C" w14:textId="77777777" w:rsidR="00F1715C" w:rsidRPr="00D6163D" w:rsidRDefault="00F1715C" w:rsidP="00D6163D">
          <w:pPr>
            <w:pStyle w:val="Druhdokumentu"/>
          </w:pPr>
        </w:p>
      </w:tc>
    </w:tr>
  </w:tbl>
  <w:p w14:paraId="5201B9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B46B86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402E1D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66EA22E" wp14:editId="2D5080B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9DCEFD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1AA55C" w14:textId="77777777" w:rsidR="00F3199A" w:rsidRPr="00D6163D" w:rsidRDefault="00F3199A" w:rsidP="00FC6389">
          <w:pPr>
            <w:pStyle w:val="Druhdokumentu"/>
          </w:pPr>
        </w:p>
      </w:tc>
    </w:tr>
    <w:tr w:rsidR="00F3199A" w14:paraId="374FE54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1C21A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4671406" wp14:editId="0177E3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44CBC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4A7AA6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F1ADC3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F59BDDF" wp14:editId="60D60D7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0B9428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47FB9A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7DF1"/>
    <w:rsid w:val="00023569"/>
    <w:rsid w:val="00033432"/>
    <w:rsid w:val="000335CC"/>
    <w:rsid w:val="00072C1E"/>
    <w:rsid w:val="00080D73"/>
    <w:rsid w:val="000B1153"/>
    <w:rsid w:val="000B6C7E"/>
    <w:rsid w:val="000B7907"/>
    <w:rsid w:val="000C0429"/>
    <w:rsid w:val="000C45E8"/>
    <w:rsid w:val="00114472"/>
    <w:rsid w:val="00142EDC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603DD"/>
    <w:rsid w:val="0037111D"/>
    <w:rsid w:val="003956C6"/>
    <w:rsid w:val="003A752D"/>
    <w:rsid w:val="003C5BE7"/>
    <w:rsid w:val="003E6B9A"/>
    <w:rsid w:val="003E75CE"/>
    <w:rsid w:val="0041380F"/>
    <w:rsid w:val="00445C5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2671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03927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7E1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7F7085"/>
    <w:rsid w:val="008030A8"/>
    <w:rsid w:val="00807DD0"/>
    <w:rsid w:val="00813F11"/>
    <w:rsid w:val="00891334"/>
    <w:rsid w:val="008A14C0"/>
    <w:rsid w:val="008A3568"/>
    <w:rsid w:val="008B2B5A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1D15"/>
    <w:rsid w:val="009B24D8"/>
    <w:rsid w:val="009B2E97"/>
    <w:rsid w:val="009B72CC"/>
    <w:rsid w:val="009E07F4"/>
    <w:rsid w:val="009F392E"/>
    <w:rsid w:val="00A44328"/>
    <w:rsid w:val="00A6177B"/>
    <w:rsid w:val="00A66136"/>
    <w:rsid w:val="00A717AC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2305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65A1C"/>
    <w:rsid w:val="00D831A3"/>
    <w:rsid w:val="00D902AD"/>
    <w:rsid w:val="00D97E46"/>
    <w:rsid w:val="00DA6FFE"/>
    <w:rsid w:val="00DC3110"/>
    <w:rsid w:val="00DD46F3"/>
    <w:rsid w:val="00DD58A6"/>
    <w:rsid w:val="00DE56F2"/>
    <w:rsid w:val="00DF116D"/>
    <w:rsid w:val="00E824F1"/>
    <w:rsid w:val="00EB104F"/>
    <w:rsid w:val="00EC3646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679F0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CCCF0F"/>
  <w14:defaultImageDpi w14:val="32767"/>
  <w15:docId w15:val="{1B10EEAF-E1BB-4F49-82F0-D0026557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3.jpg@01D7464D.4EA6F67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7004C5-1F0C-402D-B60C-0E163F21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46</TotalTime>
  <Pages>3</Pages>
  <Words>766</Words>
  <Characters>4523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15</cp:revision>
  <cp:lastPrinted>2019-02-22T13:28:00Z</cp:lastPrinted>
  <dcterms:created xsi:type="dcterms:W3CDTF">2021-05-07T10:58:00Z</dcterms:created>
  <dcterms:modified xsi:type="dcterms:W3CDTF">2021-05-12T13:12:00Z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